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00"/>
        <w:gridCol w:w="384"/>
        <w:gridCol w:w="480"/>
        <w:gridCol w:w="1566"/>
        <w:gridCol w:w="270"/>
        <w:gridCol w:w="1836"/>
        <w:gridCol w:w="414"/>
        <w:gridCol w:w="450"/>
        <w:gridCol w:w="2700"/>
      </w:tblGrid>
      <w:tr w:rsidR="00C041F1" w:rsidRPr="001A6ECC" w:rsidTr="00D46979">
        <w:tc>
          <w:tcPr>
            <w:tcW w:w="3084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Grade:</w:t>
            </w:r>
          </w:p>
        </w:tc>
        <w:tc>
          <w:tcPr>
            <w:tcW w:w="4566" w:type="dxa"/>
            <w:gridSpan w:val="5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Course:</w:t>
            </w:r>
          </w:p>
        </w:tc>
        <w:tc>
          <w:tcPr>
            <w:tcW w:w="3150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Unit:</w:t>
            </w:r>
          </w:p>
        </w:tc>
      </w:tr>
      <w:tr w:rsidR="00C041F1" w:rsidRPr="001A6ECC" w:rsidTr="00D46979">
        <w:trPr>
          <w:trHeight w:val="755"/>
        </w:trPr>
        <w:tc>
          <w:tcPr>
            <w:tcW w:w="3084" w:type="dxa"/>
            <w:gridSpan w:val="2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Common Core/Essential</w:t>
            </w:r>
          </w:p>
          <w:p w:rsidR="00C041F1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Standard #:</w:t>
            </w:r>
          </w:p>
          <w:p w:rsidR="00123A9E" w:rsidRPr="001A6ECC" w:rsidRDefault="00123A9E" w:rsidP="001A6EC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RL.9-10.1, RL.9-10.2, RL9-10.3 RL.9-10.7,RL.9-10.9, RL.10.10, RI.9-10.1, RI.9-10.2, RI.9-10.7, RI.9-10.9, RI.9.10,RI.10.10, W.9-10.1, W.9-10.2, W.9-10.4W.9-10.5, W.9-10.6,W.9-10.9,L.9-10.1L.9-10.2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4566" w:type="dxa"/>
            <w:gridSpan w:val="5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Description:</w:t>
            </w:r>
            <w:r w:rsidR="00123A9E">
              <w:rPr>
                <w:b/>
              </w:rPr>
              <w:t xml:space="preserve">  Choices and Consequences</w:t>
            </w:r>
          </w:p>
          <w:p w:rsidR="00123A9E" w:rsidRPr="001A6ECC" w:rsidRDefault="00123A9E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Students will analyze and identify the impact of individual choices and how they affect the individual and society.</w:t>
            </w:r>
          </w:p>
        </w:tc>
        <w:tc>
          <w:tcPr>
            <w:tcW w:w="3150" w:type="dxa"/>
            <w:gridSpan w:val="2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Instructional Days:</w:t>
            </w:r>
          </w:p>
          <w:p w:rsidR="00123A9E" w:rsidRDefault="00123A9E" w:rsidP="001A6ECC">
            <w:pPr>
              <w:spacing w:after="0" w:line="240" w:lineRule="auto"/>
              <w:rPr>
                <w:b/>
              </w:rPr>
            </w:pPr>
          </w:p>
          <w:p w:rsidR="00123A9E" w:rsidRPr="001A6ECC" w:rsidRDefault="00123A9E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approx 4 weeks</w:t>
            </w:r>
          </w:p>
        </w:tc>
      </w:tr>
      <w:tr w:rsidR="00C041F1" w:rsidRPr="001A6ECC" w:rsidTr="00D46979">
        <w:trPr>
          <w:trHeight w:val="935"/>
        </w:trPr>
        <w:tc>
          <w:tcPr>
            <w:tcW w:w="5130" w:type="dxa"/>
            <w:gridSpan w:val="4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Learning Targets:</w:t>
            </w:r>
          </w:p>
          <w:p w:rsidR="00C041F1" w:rsidRPr="001A6ECC" w:rsidRDefault="00123A9E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Students will become aware of how their actions create consequences that sometimes affect generations of people.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Recommended Resources:</w:t>
            </w:r>
          </w:p>
          <w:p w:rsidR="00123A9E" w:rsidRP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r w:rsidRPr="00123A9E">
              <w:rPr>
                <w:rFonts w:cstheme="minorHAnsi"/>
                <w:b/>
              </w:rPr>
              <w:t>Lather and Nothing Else ~ Latin American (</w:t>
            </w:r>
            <w:proofErr w:type="gramStart"/>
            <w:r w:rsidRPr="00123A9E">
              <w:rPr>
                <w:rFonts w:cstheme="minorHAnsi"/>
                <w:b/>
              </w:rPr>
              <w:t>Tellez ?)</w:t>
            </w:r>
            <w:proofErr w:type="gramEnd"/>
          </w:p>
          <w:p w:rsidR="00123A9E" w:rsidRP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r w:rsidRPr="00123A9E">
              <w:rPr>
                <w:rFonts w:cstheme="minorHAnsi"/>
                <w:b/>
              </w:rPr>
              <w:t>“Red”</w:t>
            </w:r>
          </w:p>
          <w:p w:rsidR="00123A9E" w:rsidRP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r w:rsidRPr="00123A9E">
              <w:rPr>
                <w:rFonts w:cstheme="minorHAnsi"/>
                <w:b/>
              </w:rPr>
              <w:t>Macbeth</w:t>
            </w:r>
          </w:p>
          <w:p w:rsidR="00123A9E" w:rsidRP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r w:rsidRPr="00123A9E">
              <w:rPr>
                <w:rFonts w:cstheme="minorHAnsi"/>
                <w:b/>
              </w:rPr>
              <w:t>Hamlet</w:t>
            </w:r>
          </w:p>
          <w:p w:rsidR="00123A9E" w:rsidRP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r w:rsidRPr="00123A9E">
              <w:rPr>
                <w:rFonts w:cstheme="minorHAnsi"/>
                <w:b/>
              </w:rPr>
              <w:t xml:space="preserve">Julius </w:t>
            </w:r>
            <w:proofErr w:type="spellStart"/>
            <w:r w:rsidRPr="00123A9E">
              <w:rPr>
                <w:rFonts w:cstheme="minorHAnsi"/>
                <w:b/>
              </w:rPr>
              <w:t>Ceasar</w:t>
            </w:r>
            <w:proofErr w:type="spellEnd"/>
          </w:p>
          <w:p w:rsidR="00123A9E" w:rsidRP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r w:rsidRPr="00123A9E">
              <w:rPr>
                <w:rFonts w:cstheme="minorHAnsi"/>
                <w:b/>
              </w:rPr>
              <w:t>The Inferno</w:t>
            </w:r>
          </w:p>
          <w:p w:rsidR="00123A9E" w:rsidRP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r w:rsidRPr="00123A9E">
              <w:rPr>
                <w:rFonts w:cstheme="minorHAnsi"/>
                <w:b/>
              </w:rPr>
              <w:t xml:space="preserve">Dead </w:t>
            </w:r>
            <w:proofErr w:type="spellStart"/>
            <w:r w:rsidRPr="00123A9E">
              <w:rPr>
                <w:rFonts w:cstheme="minorHAnsi"/>
                <w:b/>
              </w:rPr>
              <w:t>Poet’s</w:t>
            </w:r>
            <w:proofErr w:type="spellEnd"/>
            <w:r w:rsidRPr="00123A9E">
              <w:rPr>
                <w:rFonts w:cstheme="minorHAnsi"/>
                <w:b/>
              </w:rPr>
              <w:t xml:space="preserve"> Society</w:t>
            </w:r>
          </w:p>
          <w:p w:rsidR="00123A9E" w:rsidRP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r w:rsidRPr="00123A9E">
              <w:rPr>
                <w:rFonts w:cstheme="minorHAnsi"/>
                <w:b/>
              </w:rPr>
              <w:t>The Diary of Anne Frank</w:t>
            </w:r>
          </w:p>
          <w:p w:rsidR="00123A9E" w:rsidRP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r w:rsidRPr="00123A9E">
              <w:rPr>
                <w:rFonts w:cstheme="minorHAnsi"/>
                <w:b/>
              </w:rPr>
              <w:t>Rice Without Rain</w:t>
            </w:r>
          </w:p>
          <w:p w:rsidR="00123A9E" w:rsidRP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r w:rsidRPr="00123A9E">
              <w:rPr>
                <w:rFonts w:cstheme="minorHAnsi"/>
                <w:b/>
              </w:rPr>
              <w:t>The Case of the Curious Dog in the Night Time</w:t>
            </w:r>
          </w:p>
          <w:p w:rsid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r w:rsidRPr="00123A9E">
              <w:rPr>
                <w:rFonts w:cstheme="minorHAnsi"/>
                <w:b/>
              </w:rPr>
              <w:t>A Doll’s House</w:t>
            </w:r>
          </w:p>
          <w:p w:rsid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Renaissance Man</w:t>
            </w:r>
          </w:p>
          <w:p w:rsid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The Iliad</w:t>
            </w:r>
          </w:p>
          <w:p w:rsid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Maus</w:t>
            </w:r>
            <w:proofErr w:type="spellEnd"/>
          </w:p>
          <w:p w:rsidR="00123A9E" w:rsidRPr="00123A9E" w:rsidRDefault="00123A9E" w:rsidP="00123A9E">
            <w:pPr>
              <w:pStyle w:val="NoSpacing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The Hunger Games Trilogy </w:t>
            </w:r>
          </w:p>
          <w:p w:rsidR="00123A9E" w:rsidRPr="00123A9E" w:rsidRDefault="00123A9E" w:rsidP="00D76257">
            <w:pPr>
              <w:pStyle w:val="NoSpacing"/>
              <w:jc w:val="center"/>
              <w:rPr>
                <w:rFonts w:cstheme="minorHAnsi"/>
                <w:b/>
              </w:rPr>
            </w:pPr>
            <w:r w:rsidRPr="00123A9E">
              <w:rPr>
                <w:rFonts w:cstheme="minorHAnsi"/>
                <w:b/>
              </w:rPr>
              <w:t>Research on Organizations that help others</w:t>
            </w:r>
          </w:p>
          <w:p w:rsidR="00123A9E" w:rsidRPr="001A6ECC" w:rsidRDefault="00123A9E" w:rsidP="001A6ECC">
            <w:pPr>
              <w:spacing w:after="0" w:line="240" w:lineRule="auto"/>
              <w:jc w:val="center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</w:tc>
      </w:tr>
      <w:tr w:rsidR="00C041F1" w:rsidRPr="001A6ECC" w:rsidTr="00D46979">
        <w:trPr>
          <w:trHeight w:val="845"/>
        </w:trPr>
        <w:tc>
          <w:tcPr>
            <w:tcW w:w="5130" w:type="dxa"/>
            <w:gridSpan w:val="4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Terminology:</w:t>
            </w:r>
            <w:r w:rsidR="00D76257">
              <w:rPr>
                <w:b/>
              </w:rPr>
              <w:t xml:space="preserve">  affect/effect, impact, dilemma, decision, quagmire, option, alternative, martyr, infamy, legacy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Online    (only links specific to this standard):</w:t>
            </w:r>
          </w:p>
          <w:p w:rsidR="00C041F1" w:rsidRDefault="00D76257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link to Red Cross</w:t>
            </w:r>
          </w:p>
          <w:p w:rsidR="00D76257" w:rsidRPr="001A6ECC" w:rsidRDefault="00D76257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D76257" w:rsidRDefault="00C041F1" w:rsidP="00D76257">
            <w:pPr>
              <w:pStyle w:val="NoSpacing"/>
              <w:jc w:val="center"/>
              <w:rPr>
                <w:rFonts w:cstheme="minorHAnsi"/>
                <w:b/>
              </w:rPr>
            </w:pPr>
            <w:r w:rsidRPr="001A6ECC">
              <w:rPr>
                <w:b/>
              </w:rPr>
              <w:t>Essential Readings:</w:t>
            </w:r>
            <w:r w:rsidR="00D76257">
              <w:rPr>
                <w:b/>
              </w:rPr>
              <w:t xml:space="preserve">  </w:t>
            </w:r>
            <w:r w:rsidR="00D76257" w:rsidRPr="00123A9E">
              <w:rPr>
                <w:rFonts w:cstheme="minorHAnsi"/>
                <w:b/>
              </w:rPr>
              <w:t xml:space="preserve">Julius </w:t>
            </w:r>
            <w:proofErr w:type="spellStart"/>
            <w:r w:rsidR="00D76257" w:rsidRPr="00123A9E">
              <w:rPr>
                <w:rFonts w:cstheme="minorHAnsi"/>
                <w:b/>
              </w:rPr>
              <w:t>Ceasar</w:t>
            </w:r>
            <w:proofErr w:type="spellEnd"/>
            <w:r w:rsidR="00D76257">
              <w:rPr>
                <w:rFonts w:cstheme="minorHAnsi"/>
                <w:b/>
              </w:rPr>
              <w:t xml:space="preserve">, </w:t>
            </w:r>
            <w:r w:rsidR="00D76257" w:rsidRPr="00123A9E">
              <w:rPr>
                <w:rFonts w:cstheme="minorHAnsi"/>
                <w:b/>
              </w:rPr>
              <w:t>Rice Without Rain</w:t>
            </w:r>
            <w:r w:rsidR="00D76257">
              <w:rPr>
                <w:rFonts w:cstheme="minorHAnsi"/>
                <w:b/>
              </w:rPr>
              <w:t>, The Iliad</w:t>
            </w:r>
          </w:p>
          <w:p w:rsidR="00D76257" w:rsidRPr="00123A9E" w:rsidRDefault="00D76257" w:rsidP="00D76257">
            <w:pPr>
              <w:pStyle w:val="NoSpacing"/>
              <w:jc w:val="center"/>
              <w:rPr>
                <w:rFonts w:cstheme="minorHAnsi"/>
                <w:b/>
              </w:rPr>
            </w:pPr>
          </w:p>
          <w:p w:rsidR="00D76257" w:rsidRPr="00123A9E" w:rsidRDefault="00D76257" w:rsidP="00D76257">
            <w:pPr>
              <w:pStyle w:val="NoSpacing"/>
              <w:jc w:val="center"/>
              <w:rPr>
                <w:rFonts w:cstheme="minorHAnsi"/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935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Question:</w:t>
            </w:r>
            <w:r w:rsidR="00D76257">
              <w:rPr>
                <w:b/>
              </w:rPr>
              <w:t xml:space="preserve">  How do seemingly every day choices affect the individual and society in the future?</w:t>
            </w:r>
          </w:p>
          <w:p w:rsidR="00D76257" w:rsidRPr="001A6ECC" w:rsidRDefault="00D76257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What is the effect of mob mentality choices</w:t>
            </w:r>
          </w:p>
        </w:tc>
      </w:tr>
      <w:tr w:rsidR="00C041F1" w:rsidRPr="001A6ECC" w:rsidTr="00D46979">
        <w:trPr>
          <w:trHeight w:val="890"/>
        </w:trPr>
        <w:tc>
          <w:tcPr>
            <w:tcW w:w="10800" w:type="dxa"/>
            <w:gridSpan w:val="9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Activating Strategy:</w:t>
            </w:r>
            <w:r w:rsidR="005C5FDF">
              <w:rPr>
                <w:b/>
              </w:rPr>
              <w:t xml:space="preserve">  KWL charts, movie clips, anticipation guides, graphic organizers</w:t>
            </w:r>
          </w:p>
        </w:tc>
      </w:tr>
      <w:tr w:rsidR="00C041F1" w:rsidRPr="001A6ECC" w:rsidTr="00D46979">
        <w:trPr>
          <w:trHeight w:val="1610"/>
        </w:trPr>
        <w:tc>
          <w:tcPr>
            <w:tcW w:w="10800" w:type="dxa"/>
            <w:gridSpan w:val="9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lastRenderedPageBreak/>
              <w:t>Suggested Instructional Tasks:</w:t>
            </w:r>
          </w:p>
          <w:p w:rsidR="00C041F1" w:rsidRDefault="00C041F1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Pr="001A6ECC" w:rsidRDefault="00D46979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475"/>
        </w:trPr>
        <w:tc>
          <w:tcPr>
            <w:tcW w:w="2700" w:type="dxa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Literacy Component:</w:t>
            </w:r>
            <w:r>
              <w:rPr>
                <w:b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1D2513">
                  <w:t>Reading</w:t>
                </w:r>
              </w:smartTag>
            </w:smartTag>
          </w:p>
        </w:tc>
        <w:tc>
          <w:tcPr>
            <w:tcW w:w="2700" w:type="dxa"/>
            <w:gridSpan w:val="4"/>
          </w:tcPr>
          <w:p w:rsidR="00C041F1" w:rsidRPr="001D2513" w:rsidRDefault="00C041F1" w:rsidP="001A6ECC">
            <w:pPr>
              <w:spacing w:after="0" w:line="240" w:lineRule="auto"/>
            </w:pPr>
            <w:r w:rsidRPr="001D2513">
              <w:t>Writing</w:t>
            </w:r>
          </w:p>
        </w:tc>
        <w:tc>
          <w:tcPr>
            <w:tcW w:w="2700" w:type="dxa"/>
            <w:gridSpan w:val="3"/>
          </w:tcPr>
          <w:p w:rsidR="00C041F1" w:rsidRPr="001D2513" w:rsidRDefault="00C041F1" w:rsidP="001A6ECC">
            <w:pPr>
              <w:spacing w:after="0" w:line="240" w:lineRule="auto"/>
            </w:pPr>
            <w:r w:rsidRPr="001D2513">
              <w:t>Listening &amp; Speaking</w:t>
            </w:r>
          </w:p>
        </w:tc>
        <w:tc>
          <w:tcPr>
            <w:tcW w:w="2700" w:type="dxa"/>
          </w:tcPr>
          <w:p w:rsidR="00C041F1" w:rsidRPr="001D2513" w:rsidRDefault="00C041F1" w:rsidP="001A6ECC">
            <w:pPr>
              <w:spacing w:after="0" w:line="240" w:lineRule="auto"/>
            </w:pPr>
            <w:r w:rsidRPr="001D2513">
              <w:t>Language</w:t>
            </w: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Summarizing Strategy: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D2513" w:rsidTr="00D46979">
        <w:tblPrEx>
          <w:tblLook w:val="01E0"/>
        </w:tblPrEx>
        <w:tc>
          <w:tcPr>
            <w:tcW w:w="3564" w:type="dxa"/>
            <w:gridSpan w:val="3"/>
          </w:tcPr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  <w:r w:rsidRPr="00A16684">
              <w:rPr>
                <w:b/>
              </w:rPr>
              <w:t>Support for  Differentiation:</w:t>
            </w:r>
          </w:p>
          <w:p w:rsidR="00C041F1" w:rsidRPr="001D2513" w:rsidRDefault="00C041F1" w:rsidP="00A16684">
            <w:pPr>
              <w:spacing w:after="0" w:line="240" w:lineRule="auto"/>
            </w:pPr>
            <w:r w:rsidRPr="001D2513">
              <w:t>ELL</w:t>
            </w: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</w:tc>
        <w:tc>
          <w:tcPr>
            <w:tcW w:w="3672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Pr="001D2513" w:rsidRDefault="00C041F1" w:rsidP="00A16684">
            <w:pPr>
              <w:spacing w:after="0" w:line="240" w:lineRule="auto"/>
            </w:pPr>
            <w:r w:rsidRPr="001D2513">
              <w:t>EC</w:t>
            </w:r>
          </w:p>
        </w:tc>
        <w:tc>
          <w:tcPr>
            <w:tcW w:w="3564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Pr="001D2513" w:rsidRDefault="00C041F1" w:rsidP="00A16684">
            <w:pPr>
              <w:spacing w:after="0" w:line="240" w:lineRule="auto"/>
            </w:pPr>
            <w:r w:rsidRPr="001D2513">
              <w:t>AIG</w:t>
            </w:r>
          </w:p>
        </w:tc>
      </w:tr>
    </w:tbl>
    <w:p w:rsidR="00C041F1" w:rsidRPr="001A6ECC" w:rsidRDefault="00C041F1" w:rsidP="001D2513">
      <w:pPr>
        <w:spacing w:after="0" w:line="240" w:lineRule="auto"/>
        <w:rPr>
          <w:b/>
        </w:rPr>
      </w:pPr>
    </w:p>
    <w:p w:rsidR="00C041F1" w:rsidRDefault="00C041F1">
      <w:r>
        <w:t>Sample Formative Assessment    (aligned to Learning Target):</w:t>
      </w:r>
    </w:p>
    <w:p w:rsidR="00D46979" w:rsidRDefault="00D46979"/>
    <w:sectPr w:rsidR="00D46979" w:rsidSect="006A1440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A9E" w:rsidRDefault="00123A9E" w:rsidP="00AF7680">
      <w:pPr>
        <w:spacing w:after="0" w:line="240" w:lineRule="auto"/>
      </w:pPr>
      <w:r>
        <w:separator/>
      </w:r>
    </w:p>
  </w:endnote>
  <w:endnote w:type="continuationSeparator" w:id="1">
    <w:p w:rsidR="00123A9E" w:rsidRDefault="00123A9E" w:rsidP="00AF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A9E" w:rsidRDefault="00123A9E" w:rsidP="00AF7680">
      <w:pPr>
        <w:spacing w:after="0" w:line="240" w:lineRule="auto"/>
      </w:pPr>
      <w:r>
        <w:separator/>
      </w:r>
    </w:p>
  </w:footnote>
  <w:footnote w:type="continuationSeparator" w:id="1">
    <w:p w:rsidR="00123A9E" w:rsidRDefault="00123A9E" w:rsidP="00AF7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1F1" w:rsidRDefault="00C041F1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Standards Framework Template - English / Language Arts</w:t>
    </w:r>
  </w:p>
  <w:p w:rsidR="00C041F1" w:rsidRDefault="00C041F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257"/>
    <w:rsid w:val="00006848"/>
    <w:rsid w:val="00007493"/>
    <w:rsid w:val="000143D2"/>
    <w:rsid w:val="00123A9E"/>
    <w:rsid w:val="001A6ECC"/>
    <w:rsid w:val="001D2513"/>
    <w:rsid w:val="00207E26"/>
    <w:rsid w:val="00285FF0"/>
    <w:rsid w:val="00291A15"/>
    <w:rsid w:val="00295B26"/>
    <w:rsid w:val="004050C4"/>
    <w:rsid w:val="00423C09"/>
    <w:rsid w:val="00427627"/>
    <w:rsid w:val="00443825"/>
    <w:rsid w:val="004B2880"/>
    <w:rsid w:val="004E40BD"/>
    <w:rsid w:val="0052580D"/>
    <w:rsid w:val="005445E1"/>
    <w:rsid w:val="0055020C"/>
    <w:rsid w:val="00577BDB"/>
    <w:rsid w:val="005C3D78"/>
    <w:rsid w:val="005C57B9"/>
    <w:rsid w:val="005C5FDF"/>
    <w:rsid w:val="00607095"/>
    <w:rsid w:val="00681055"/>
    <w:rsid w:val="00686996"/>
    <w:rsid w:val="006A1440"/>
    <w:rsid w:val="00701868"/>
    <w:rsid w:val="00813059"/>
    <w:rsid w:val="00871C67"/>
    <w:rsid w:val="008B4438"/>
    <w:rsid w:val="008F58F0"/>
    <w:rsid w:val="009A42C6"/>
    <w:rsid w:val="009F667F"/>
    <w:rsid w:val="00A16684"/>
    <w:rsid w:val="00A91EF4"/>
    <w:rsid w:val="00AF7680"/>
    <w:rsid w:val="00B64E3B"/>
    <w:rsid w:val="00C041F1"/>
    <w:rsid w:val="00C74C81"/>
    <w:rsid w:val="00C87ADE"/>
    <w:rsid w:val="00D46979"/>
    <w:rsid w:val="00D76257"/>
    <w:rsid w:val="00D87826"/>
    <w:rsid w:val="00DA397F"/>
    <w:rsid w:val="00E5095F"/>
    <w:rsid w:val="00F10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3D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76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F768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768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F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68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23A9E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ACEY~1\AppData\Local\Temp\XPgrpwise\ELAStandardsFra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ELAStandardsFrameworkTemplate.dotx</Template>
  <TotalTime>24</TotalTime>
  <Pages>2</Pages>
  <Words>215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Standards Framework Template</vt:lpstr>
    </vt:vector>
  </TitlesOfParts>
  <Company>Lee County Schools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Framework Template</dc:title>
  <dc:creator>traceypayne</dc:creator>
  <cp:lastModifiedBy>traceypayne</cp:lastModifiedBy>
  <cp:revision>1</cp:revision>
  <cp:lastPrinted>2011-11-03T19:41:00Z</cp:lastPrinted>
  <dcterms:created xsi:type="dcterms:W3CDTF">2012-05-08T18:25:00Z</dcterms:created>
  <dcterms:modified xsi:type="dcterms:W3CDTF">2012-05-08T18:56:00Z</dcterms:modified>
</cp:coreProperties>
</file>